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80" w:rsidRPr="00926683" w:rsidRDefault="005F7E80">
      <w:pPr>
        <w:jc w:val="center"/>
        <w:rPr>
          <w:u w:val="single"/>
        </w:rPr>
      </w:pPr>
      <w:r>
        <w:rPr>
          <w:noProof/>
          <w:lang w:eastAsia="ro-RO"/>
        </w:rPr>
        <w:pict>
          <v:rect id="Rectangle 4" o:spid="_x0000_s1026" style="position:absolute;left:0;text-align:left;margin-left:198.65pt;margin-top:-.15pt;width:223.65pt;height:44.8pt;z-index:251655168;visibility:visible" filled="f">
            <v:stroke startarrowwidth="narrow" startarrowlength="short" endarrowwidth="narrow" endarrowlength="short"/>
            <v:textbox inset="2.53958mm,1.2694mm,2.53958mm,1.2694mm">
              <w:txbxContent>
                <w:p w:rsidR="005F7E80" w:rsidRPr="00884A22" w:rsidRDefault="005F7E80">
                  <w:pPr>
                    <w:jc w:val="right"/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 xml:space="preserve">Nr. înreg. la CCI Covasna </w:t>
                  </w:r>
                </w:p>
                <w:p w:rsidR="005F7E80" w:rsidRPr="00884A22" w:rsidRDefault="005F7E80">
                  <w:pPr>
                    <w:jc w:val="right"/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........................ /.......................</w:t>
                  </w:r>
                </w:p>
                <w:p w:rsidR="005F7E80" w:rsidRDefault="005F7E80">
                  <w:pPr>
                    <w:textDirection w:val="btLr"/>
                  </w:pPr>
                </w:p>
              </w:txbxContent>
            </v:textbox>
          </v:rect>
        </w:pict>
      </w:r>
      <w:r>
        <w:rPr>
          <w:noProof/>
          <w:lang w:eastAsia="ro-RO"/>
        </w:rPr>
        <w:pict>
          <v:rect id="Rectangle 3" o:spid="_x0000_s1027" style="position:absolute;left:0;text-align:left;margin-left:-6.8pt;margin-top:.05pt;width:200.55pt;height:44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" filled="f">
            <v:stroke startarrowwidth="narrow" startarrowlength="short" endarrowwidth="narrow" endarrowlength="short"/>
            <v:textbox inset="2.53958mm,1.2694mm,2.53958mm,1.2694mm">
              <w:txbxContent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 xml:space="preserve">Nr. cerere de finanțare: </w:t>
                  </w:r>
                </w:p>
                <w:p w:rsidR="005F7E80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........................ /.....................</w:t>
                  </w:r>
                </w:p>
                <w:p w:rsidR="005F7E80" w:rsidRDefault="005F7E80">
                  <w:pPr>
                    <w:textDirection w:val="btLr"/>
                  </w:pPr>
                </w:p>
              </w:txbxContent>
            </v:textbox>
            <w10:wrap type="square"/>
          </v:rect>
        </w:pict>
      </w:r>
    </w:p>
    <w:p w:rsidR="005F7E80" w:rsidRPr="00926683" w:rsidRDefault="005F7E80">
      <w:pPr>
        <w:jc w:val="center"/>
        <w:rPr>
          <w:u w:val="single"/>
        </w:rPr>
      </w:pPr>
    </w:p>
    <w:p w:rsidR="005F7E80" w:rsidRPr="00926683" w:rsidRDefault="005F7E80">
      <w:pPr>
        <w:jc w:val="center"/>
        <w:rPr>
          <w:u w:val="single"/>
        </w:rPr>
      </w:pPr>
      <w:r>
        <w:rPr>
          <w:noProof/>
          <w:lang w:eastAsia="ro-RO"/>
        </w:rPr>
        <w:pict>
          <v:rect id="Rectangle 6" o:spid="_x0000_s1028" style="position:absolute;left:0;text-align:left;margin-left:198.65pt;margin-top:174.45pt;width:223.65pt;height:88.3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" filled="f">
            <v:stroke startarrowwidth="narrow" startarrowlength="short" endarrowwidth="narrow" endarrowlength="short"/>
            <v:textbox inset="2.53958mm,1.2694mm,2.53958mm,1.2694mm">
              <w:txbxContent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Efectuat plata astăzi ..................................</w:t>
                  </w:r>
                </w:p>
                <w:p w:rsidR="005F7E80" w:rsidRPr="00884A22" w:rsidRDefault="005F7E80">
                  <w:pPr>
                    <w:textDirection w:val="btLr"/>
                  </w:pPr>
                </w:p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.............................................................................</w:t>
                  </w:r>
                </w:p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Nume și semnătură responsabil plăți</w:t>
                  </w:r>
                </w:p>
                <w:p w:rsidR="005F7E80" w:rsidRPr="00884A22" w:rsidRDefault="005F7E80">
                  <w:pPr>
                    <w:textDirection w:val="btLr"/>
                  </w:pPr>
                </w:p>
              </w:txbxContent>
            </v:textbox>
            <w10:wrap type="square"/>
          </v:rect>
        </w:pict>
      </w:r>
      <w:r>
        <w:rPr>
          <w:noProof/>
          <w:lang w:eastAsia="ro-RO"/>
        </w:rPr>
        <w:pict>
          <v:rect id="Rectangle 2" o:spid="_x0000_s1029" style="position:absolute;left:0;text-align:left;margin-left:198.65pt;margin-top:22.05pt;width:223.6pt;height:146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" filled="f">
            <v:stroke startarrowwidth="narrow" startarrowlength="short" endarrowwidth="narrow" endarrowlength="short"/>
            <v:textbox inset="2.53958mm,1.2694mm,2.53958mm,1.2694mm">
              <w:txbxContent>
                <w:p w:rsidR="005F7E80" w:rsidRPr="00884A22" w:rsidRDefault="005F7E80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Comisia mixtă de validare, întrunită în ședința din data de ......................</w:t>
                  </w:r>
                </w:p>
                <w:p w:rsidR="005F7E80" w:rsidRPr="00884A22" w:rsidRDefault="005F7E80" w:rsidP="00926683">
                  <w:pPr>
                    <w:tabs>
                      <w:tab w:val="right" w:pos="3686"/>
                    </w:tabs>
                    <w:textDirection w:val="btLr"/>
                  </w:pPr>
                </w:p>
                <w:p w:rsidR="005F7E80" w:rsidRPr="00884A22" w:rsidRDefault="005F7E80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APROBĂ pentru suma de .................. lei/ RESPINGE prezenta cerere de tragere.</w:t>
                  </w:r>
                </w:p>
                <w:p w:rsidR="005F7E80" w:rsidRPr="00884A22" w:rsidRDefault="005F7E80" w:rsidP="00926683">
                  <w:pPr>
                    <w:tabs>
                      <w:tab w:val="right" w:pos="3686"/>
                    </w:tabs>
                    <w:textDirection w:val="btLr"/>
                  </w:pPr>
                </w:p>
                <w:p w:rsidR="005F7E80" w:rsidRPr="00884A22" w:rsidRDefault="005F7E80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.......................................................</w:t>
                  </w:r>
                </w:p>
                <w:p w:rsidR="005F7E80" w:rsidRPr="00884A22" w:rsidRDefault="005F7E80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EDLER András György- Președintele comisiei</w:t>
                  </w:r>
                </w:p>
                <w:p w:rsidR="005F7E80" w:rsidRPr="00884A22" w:rsidRDefault="005F7E80" w:rsidP="00926683">
                  <w:pPr>
                    <w:tabs>
                      <w:tab w:val="right" w:pos="3686"/>
                    </w:tabs>
                    <w:textDirection w:val="btLr"/>
                  </w:pPr>
                </w:p>
              </w:txbxContent>
            </v:textbox>
            <w10:wrap type="square"/>
          </v:rect>
        </w:pict>
      </w:r>
      <w:r>
        <w:rPr>
          <w:noProof/>
          <w:lang w:eastAsia="ro-RO"/>
        </w:rPr>
        <w:pict>
          <v:rect id="Rectangle 1" o:spid="_x0000_s1030" style="position:absolute;left:0;text-align:left;margin-left:-6.15pt;margin-top:22.75pt;width:199.5pt;height:146.05pt;z-index:251660288;visibility:visible" filled="f">
            <v:stroke startarrowwidth="narrow" startarrowlength="short" endarrowwidth="narrow" endarrowlength="short"/>
            <v:textbox inset="2.53958mm,1.2694mm,2.53958mm,1.2694mm">
              <w:txbxContent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 xml:space="preserve">Comisia tehică propune </w:t>
                  </w:r>
                </w:p>
                <w:p w:rsidR="005F7E80" w:rsidRPr="00884A22" w:rsidRDefault="005F7E80">
                  <w:pPr>
                    <w:textDirection w:val="btLr"/>
                  </w:pPr>
                </w:p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 xml:space="preserve">APROBAREA pentru suma de .................... lei/ RESPINGEREA </w:t>
                  </w:r>
                </w:p>
                <w:p w:rsidR="005F7E80" w:rsidRPr="00884A22" w:rsidRDefault="005F7E80">
                  <w:pPr>
                    <w:textDirection w:val="btLr"/>
                  </w:pPr>
                </w:p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Numele: ............................................</w:t>
                  </w:r>
                </w:p>
                <w:p w:rsidR="005F7E80" w:rsidRDefault="005F7E80">
                  <w:pPr>
                    <w:textDirection w:val="btLr"/>
                  </w:pPr>
                </w:p>
                <w:p w:rsidR="005F7E80" w:rsidRDefault="005F7E80">
                  <w:pPr>
                    <w:textDirection w:val="btLr"/>
                    <w:rPr>
                      <w:rFonts w:ascii="Arial" w:hAnsi="Arial" w:cs="Arial"/>
                      <w:color w:val="000000"/>
                    </w:rPr>
                  </w:pPr>
                  <w:r w:rsidRPr="00884A22">
                    <w:rPr>
                      <w:rFonts w:cs="Arial"/>
                      <w:color w:val="000000"/>
                    </w:rPr>
                    <w:t>Semnătura: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  <w:p w:rsidR="005F7E80" w:rsidRDefault="005F7E80">
                  <w:pPr>
                    <w:textDirection w:val="btLr"/>
                    <w:rPr>
                      <w:rFonts w:ascii="Arial" w:hAnsi="Arial" w:cs="Arial"/>
                      <w:color w:val="000000"/>
                    </w:rPr>
                  </w:pPr>
                </w:p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......................................</w:t>
                  </w:r>
                </w:p>
                <w:p w:rsidR="005F7E80" w:rsidRDefault="005F7E80">
                  <w:pPr>
                    <w:textDirection w:val="btLr"/>
                  </w:pPr>
                </w:p>
                <w:p w:rsidR="005F7E80" w:rsidRDefault="005F7E80">
                  <w:pPr>
                    <w:textDirection w:val="btLr"/>
                  </w:pPr>
                  <w:r>
                    <w:rPr>
                      <w:rFonts w:ascii="Arial" w:hAnsi="Arial" w:cs="Arial"/>
                      <w:color w:val="000000"/>
                    </w:rPr>
                    <w:t>Data: .........................................</w:t>
                  </w:r>
                </w:p>
                <w:p w:rsidR="005F7E80" w:rsidRDefault="005F7E80">
                  <w:pPr>
                    <w:textDirection w:val="btLr"/>
                  </w:pPr>
                </w:p>
                <w:p w:rsidR="005F7E80" w:rsidRDefault="005F7E80">
                  <w:pPr>
                    <w:textDirection w:val="btLr"/>
                  </w:pPr>
                </w:p>
                <w:p w:rsidR="005F7E80" w:rsidRDefault="005F7E80">
                  <w:pPr>
                    <w:textDirection w:val="btLr"/>
                  </w:pPr>
                </w:p>
              </w:txbxContent>
            </v:textbox>
            <w10:wrap type="square"/>
          </v:rect>
        </w:pict>
      </w:r>
    </w:p>
    <w:p w:rsidR="005F7E80" w:rsidRPr="00926683" w:rsidRDefault="005F7E80" w:rsidP="00926683">
      <w:pPr>
        <w:jc w:val="center"/>
        <w:rPr>
          <w:u w:val="single"/>
        </w:rPr>
      </w:pPr>
      <w:r>
        <w:rPr>
          <w:noProof/>
          <w:lang w:eastAsia="ro-RO"/>
        </w:rPr>
        <w:pict>
          <v:rect id="Rectangle 5" o:spid="_x0000_s1031" style="position:absolute;left:0;text-align:left;margin-left:-5.85pt;margin-top:160.65pt;width:200.3pt;height:8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" filled="f">
            <v:stroke startarrowwidth="narrow" startarrowlength="short" endarrowwidth="narrow" endarrowlength="short"/>
            <v:textbox inset="2.53958mm,1.2694mm,2.53958mm,1.2694mm">
              <w:txbxContent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Aprobat, ordonator principal de credit.</w:t>
                  </w:r>
                  <w:r w:rsidRPr="00884A22">
                    <w:rPr>
                      <w:rFonts w:cs="Arial"/>
                      <w:color w:val="000000"/>
                    </w:rPr>
                    <w:tab/>
                  </w:r>
                </w:p>
                <w:p w:rsidR="005F7E80" w:rsidRPr="00884A22" w:rsidRDefault="005F7E80">
                  <w:pPr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Data: ...........................</w:t>
                  </w:r>
                </w:p>
                <w:p w:rsidR="005F7E80" w:rsidRPr="00884A22" w:rsidRDefault="005F7E80">
                  <w:pPr>
                    <w:jc w:val="right"/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...........................................................</w:t>
                  </w:r>
                </w:p>
                <w:p w:rsidR="005F7E80" w:rsidRPr="00884A22" w:rsidRDefault="005F7E80">
                  <w:pPr>
                    <w:jc w:val="right"/>
                    <w:textDirection w:val="btLr"/>
                  </w:pPr>
                  <w:r w:rsidRPr="00884A22">
                    <w:rPr>
                      <w:rFonts w:cs="Arial"/>
                      <w:color w:val="000000"/>
                    </w:rPr>
                    <w:t>Primar- Antal Árpád András</w:t>
                  </w:r>
                </w:p>
                <w:p w:rsidR="005F7E80" w:rsidRPr="00884A22" w:rsidRDefault="005F7E80">
                  <w:pPr>
                    <w:textDirection w:val="btLr"/>
                  </w:pPr>
                </w:p>
              </w:txbxContent>
            </v:textbox>
            <w10:wrap type="square"/>
          </v:rect>
        </w:pict>
      </w:r>
    </w:p>
    <w:p w:rsidR="005F7E80" w:rsidRPr="00926683" w:rsidRDefault="005F7E80">
      <w:pPr>
        <w:jc w:val="center"/>
        <w:rPr>
          <w:u w:val="single"/>
        </w:rPr>
      </w:pPr>
      <w:r w:rsidRPr="00926683">
        <w:rPr>
          <w:b/>
          <w:u w:val="single"/>
        </w:rPr>
        <w:t>CERERE DE TRAGERE</w:t>
      </w:r>
    </w:p>
    <w:p w:rsidR="005F7E80" w:rsidRPr="00926683" w:rsidRDefault="005F7E80">
      <w:pPr>
        <w:jc w:val="both"/>
        <w:rPr>
          <w:sz w:val="22"/>
          <w:szCs w:val="22"/>
        </w:rPr>
      </w:pPr>
    </w:p>
    <w:p w:rsidR="005F7E80" w:rsidRPr="00926683" w:rsidRDefault="005F7E80">
      <w:pPr>
        <w:jc w:val="both"/>
        <w:rPr>
          <w:sz w:val="22"/>
          <w:szCs w:val="22"/>
        </w:rPr>
      </w:pPr>
      <w:r w:rsidRPr="00926683">
        <w:rPr>
          <w:b/>
          <w:sz w:val="22"/>
          <w:szCs w:val="22"/>
        </w:rPr>
        <w:t>Denumire ajutor de minimis</w:t>
      </w:r>
      <w:r w:rsidRPr="00926683">
        <w:rPr>
          <w:sz w:val="22"/>
          <w:szCs w:val="22"/>
        </w:rPr>
        <w:t xml:space="preserve">: </w:t>
      </w:r>
      <w:r w:rsidRPr="00926683">
        <w:rPr>
          <w:i/>
          <w:sz w:val="22"/>
          <w:szCs w:val="22"/>
        </w:rPr>
        <w:t>”Schema de ajutor de minimis pentru sprijinirea IMM-urilor din municipiul Sfântu Gheorghe</w:t>
      </w:r>
      <w:r>
        <w:rPr>
          <w:i/>
          <w:sz w:val="22"/>
          <w:szCs w:val="22"/>
        </w:rPr>
        <w:t>,</w:t>
      </w:r>
      <w:r w:rsidRPr="00847237">
        <w:rPr>
          <w:i/>
          <w:sz w:val="22"/>
          <w:szCs w:val="22"/>
        </w:rPr>
        <w:t xml:space="preserve"> </w:t>
      </w:r>
      <w:r w:rsidRPr="00926683">
        <w:rPr>
          <w:i/>
          <w:sz w:val="22"/>
          <w:szCs w:val="22"/>
        </w:rPr>
        <w:t>județul Covasna</w:t>
      </w:r>
      <w:r>
        <w:rPr>
          <w:i/>
          <w:sz w:val="22"/>
          <w:szCs w:val="22"/>
        </w:rPr>
        <w:t>, afectate de epidemia COVID-19”</w:t>
      </w:r>
      <w:r w:rsidRPr="00926683">
        <w:rPr>
          <w:i/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 w:rsidRPr="00926683">
        <w:rPr>
          <w:i/>
          <w:sz w:val="22"/>
          <w:szCs w:val="22"/>
        </w:rPr>
        <w:t xml:space="preserve"> sesiunea </w:t>
      </w:r>
      <w:r>
        <w:rPr>
          <w:i/>
          <w:sz w:val="22"/>
          <w:szCs w:val="22"/>
        </w:rPr>
        <w:t>.....</w:t>
      </w:r>
    </w:p>
    <w:p w:rsidR="005F7E80" w:rsidRPr="00926683" w:rsidRDefault="005F7E80">
      <w:pPr>
        <w:jc w:val="both"/>
        <w:rPr>
          <w:sz w:val="22"/>
          <w:szCs w:val="22"/>
        </w:rPr>
      </w:pPr>
    </w:p>
    <w:tbl>
      <w:tblPr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39"/>
        <w:gridCol w:w="4961"/>
        <w:gridCol w:w="10"/>
      </w:tblGrid>
      <w:tr w:rsidR="005F7E80" w:rsidRPr="00926683" w:rsidTr="00884A22">
        <w:tc>
          <w:tcPr>
            <w:tcW w:w="3539" w:type="dxa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b/>
                <w:sz w:val="22"/>
                <w:szCs w:val="22"/>
              </w:rPr>
              <w:t>Solicitant:</w:t>
            </w:r>
          </w:p>
        </w:tc>
        <w:tc>
          <w:tcPr>
            <w:tcW w:w="4971" w:type="dxa"/>
            <w:gridSpan w:val="2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</w:p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</w:p>
        </w:tc>
      </w:tr>
      <w:tr w:rsidR="005F7E80" w:rsidRPr="00926683" w:rsidTr="00884A22">
        <w:tc>
          <w:tcPr>
            <w:tcW w:w="3539" w:type="dxa"/>
          </w:tcPr>
          <w:p w:rsidR="005F7E80" w:rsidRPr="00884A22" w:rsidRDefault="005F7E80">
            <w:pPr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Sediul social al solicitantului:</w:t>
            </w:r>
          </w:p>
        </w:tc>
        <w:tc>
          <w:tcPr>
            <w:tcW w:w="4971" w:type="dxa"/>
            <w:gridSpan w:val="2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str. ..............................................................., nr. ....., bl. ...., sc. ....., ap. .... , jud. ..................................... Țara: ................................</w:t>
            </w:r>
          </w:p>
        </w:tc>
      </w:tr>
      <w:tr w:rsidR="005F7E80" w:rsidRPr="00926683" w:rsidTr="00884A22">
        <w:tc>
          <w:tcPr>
            <w:tcW w:w="3539" w:type="dxa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Date de identificare ale solicitantului:</w:t>
            </w:r>
          </w:p>
        </w:tc>
        <w:tc>
          <w:tcPr>
            <w:tcW w:w="4971" w:type="dxa"/>
            <w:gridSpan w:val="2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CUI/CIF: ...................................................</w:t>
            </w:r>
          </w:p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Nr. Reg. Comerțului: ......................................................</w:t>
            </w:r>
          </w:p>
        </w:tc>
      </w:tr>
      <w:tr w:rsidR="005F7E80" w:rsidRPr="00926683" w:rsidTr="00884A22">
        <w:tc>
          <w:tcPr>
            <w:tcW w:w="3539" w:type="dxa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Date de contact ale solicitantului:</w:t>
            </w:r>
          </w:p>
        </w:tc>
        <w:tc>
          <w:tcPr>
            <w:tcW w:w="4971" w:type="dxa"/>
            <w:gridSpan w:val="2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Tel.: ......................................... Fax: ...........................................</w:t>
            </w:r>
          </w:p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E-mail: ........................................................................................</w:t>
            </w:r>
          </w:p>
        </w:tc>
      </w:tr>
      <w:tr w:rsidR="005F7E80" w:rsidRPr="00926683" w:rsidTr="00884A22">
        <w:tc>
          <w:tcPr>
            <w:tcW w:w="3539" w:type="dxa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Reprezentantul legal al solicitantului:</w:t>
            </w:r>
          </w:p>
        </w:tc>
        <w:tc>
          <w:tcPr>
            <w:tcW w:w="4971" w:type="dxa"/>
            <w:gridSpan w:val="2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</w:p>
        </w:tc>
      </w:tr>
      <w:tr w:rsidR="005F7E80" w:rsidRPr="00926683" w:rsidTr="00884A22">
        <w:trPr>
          <w:gridAfter w:val="1"/>
          <w:wAfter w:w="10" w:type="dxa"/>
        </w:trPr>
        <w:tc>
          <w:tcPr>
            <w:tcW w:w="3539" w:type="dxa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  <w:r w:rsidRPr="00884A22">
              <w:rPr>
                <w:sz w:val="22"/>
                <w:szCs w:val="22"/>
              </w:rPr>
              <w:t>Împuternicitul solicitantului, desemnat pentru obținerea finanțării:</w:t>
            </w:r>
          </w:p>
        </w:tc>
        <w:tc>
          <w:tcPr>
            <w:tcW w:w="4961" w:type="dxa"/>
          </w:tcPr>
          <w:p w:rsidR="005F7E80" w:rsidRPr="00884A22" w:rsidRDefault="005F7E80" w:rsidP="00884A22">
            <w:pPr>
              <w:jc w:val="both"/>
              <w:rPr>
                <w:sz w:val="22"/>
                <w:szCs w:val="22"/>
              </w:rPr>
            </w:pPr>
          </w:p>
        </w:tc>
      </w:tr>
    </w:tbl>
    <w:p w:rsidR="005F7E80" w:rsidRPr="00926683" w:rsidRDefault="005F7E80">
      <w:pPr>
        <w:jc w:val="both"/>
        <w:rPr>
          <w:sz w:val="22"/>
          <w:szCs w:val="22"/>
        </w:rPr>
      </w:pPr>
    </w:p>
    <w:p w:rsidR="005F7E80" w:rsidRPr="00926683" w:rsidRDefault="005F7E80">
      <w:pPr>
        <w:jc w:val="both"/>
        <w:rPr>
          <w:sz w:val="22"/>
          <w:szCs w:val="22"/>
        </w:rPr>
      </w:pPr>
      <w:r w:rsidRPr="00926683">
        <w:rPr>
          <w:sz w:val="22"/>
          <w:szCs w:val="22"/>
        </w:rPr>
        <w:t xml:space="preserve">Vă rugăm să aprobați plata sumei de ................................ lei, reprezentând cheltuieli efectuate în baza </w:t>
      </w:r>
      <w:r w:rsidRPr="00926683">
        <w:rPr>
          <w:i/>
          <w:sz w:val="22"/>
          <w:szCs w:val="22"/>
        </w:rPr>
        <w:t xml:space="preserve">”Schema de ajutor de minimis pentru sprijinirea IMM-urilor din municipiul Sfântu Gheorghe, județul Covasna, </w:t>
      </w:r>
      <w:r>
        <w:rPr>
          <w:i/>
          <w:sz w:val="22"/>
          <w:szCs w:val="22"/>
        </w:rPr>
        <w:t>afectate de epidemia COVID-19</w:t>
      </w:r>
      <w:r w:rsidRPr="00926683">
        <w:rPr>
          <w:i/>
          <w:sz w:val="22"/>
          <w:szCs w:val="22"/>
        </w:rPr>
        <w:t xml:space="preserve">” </w:t>
      </w:r>
      <w:r w:rsidRPr="00926683">
        <w:rPr>
          <w:sz w:val="22"/>
          <w:szCs w:val="22"/>
        </w:rPr>
        <w:t>conform Cererii de finanțare nr .........../............................ .</w:t>
      </w:r>
    </w:p>
    <w:p w:rsidR="005F7E80" w:rsidRPr="00926683" w:rsidRDefault="005F7E80">
      <w:pPr>
        <w:spacing w:before="120"/>
        <w:jc w:val="both"/>
        <w:rPr>
          <w:sz w:val="22"/>
          <w:szCs w:val="22"/>
        </w:rPr>
      </w:pPr>
      <w:r w:rsidRPr="00926683">
        <w:rPr>
          <w:sz w:val="22"/>
          <w:szCs w:val="22"/>
        </w:rPr>
        <w:t>Suma se va plăti prin virament în contul numărul ...................................................................... deschis la Trezoreria Municipiului Sf.Gheorghe.</w:t>
      </w:r>
    </w:p>
    <w:p w:rsidR="005F7E80" w:rsidRPr="00926683" w:rsidRDefault="005F7E80">
      <w:pPr>
        <w:spacing w:before="120"/>
        <w:jc w:val="both"/>
        <w:rPr>
          <w:sz w:val="22"/>
          <w:szCs w:val="22"/>
        </w:rPr>
      </w:pPr>
      <w:r w:rsidRPr="00926683">
        <w:rPr>
          <w:sz w:val="22"/>
          <w:szCs w:val="22"/>
        </w:rPr>
        <w:t>Anexăm la prezenta cerere de tragere următoarele documente justificative:</w:t>
      </w:r>
    </w:p>
    <w:p w:rsidR="005F7E80" w:rsidRPr="00926683" w:rsidRDefault="005F7E80">
      <w:pPr>
        <w:jc w:val="both"/>
        <w:rPr>
          <w:sz w:val="22"/>
          <w:szCs w:val="22"/>
        </w:rPr>
      </w:pPr>
      <w:r w:rsidRPr="00926683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</w:p>
    <w:p w:rsidR="005F7E80" w:rsidRDefault="005F7E80">
      <w:pPr>
        <w:jc w:val="both"/>
        <w:rPr>
          <w:sz w:val="22"/>
          <w:szCs w:val="22"/>
        </w:rPr>
      </w:pPr>
      <w:r w:rsidRPr="00926683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</w:p>
    <w:p w:rsidR="005F7E80" w:rsidRDefault="005F7E80">
      <w:pPr>
        <w:jc w:val="both"/>
      </w:pPr>
    </w:p>
    <w:p w:rsidR="005F7E80" w:rsidRPr="00926683" w:rsidRDefault="005F7E80">
      <w:pPr>
        <w:jc w:val="both"/>
        <w:rPr>
          <w:sz w:val="22"/>
          <w:szCs w:val="22"/>
        </w:rPr>
      </w:pPr>
      <w:r w:rsidRPr="00926683">
        <w:t>Data:</w:t>
      </w:r>
      <w:r w:rsidRPr="00926683">
        <w:tab/>
        <w:t>.......................</w:t>
      </w:r>
      <w:r w:rsidRPr="00926683">
        <w:tab/>
      </w:r>
      <w:r w:rsidRPr="00926683">
        <w:tab/>
      </w:r>
      <w:r w:rsidRPr="00926683">
        <w:tab/>
      </w:r>
      <w:r w:rsidRPr="00926683">
        <w:tab/>
        <w:t xml:space="preserve">                    </w:t>
      </w:r>
      <w:r w:rsidRPr="00926683">
        <w:tab/>
        <w:t>Semnătura,</w:t>
      </w:r>
    </w:p>
    <w:sectPr w:rsidR="005F7E80" w:rsidRPr="00926683" w:rsidSect="00404E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894" w:orient="landscape"/>
      <w:pgMar w:top="1797" w:right="851" w:bottom="1588" w:left="992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E80" w:rsidRDefault="005F7E80">
      <w:r>
        <w:separator/>
      </w:r>
    </w:p>
  </w:endnote>
  <w:endnote w:type="continuationSeparator" w:id="0">
    <w:p w:rsidR="005F7E80" w:rsidRDefault="005F7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E80" w:rsidRDefault="005F7E80">
    <w:pP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E80" w:rsidRDefault="005F7E80">
    <w:pP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E80" w:rsidRDefault="005F7E80">
    <w:pP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E80" w:rsidRDefault="005F7E80">
      <w:r>
        <w:separator/>
      </w:r>
    </w:p>
  </w:footnote>
  <w:footnote w:type="continuationSeparator" w:id="0">
    <w:p w:rsidR="005F7E80" w:rsidRDefault="005F7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E80" w:rsidRDefault="005F7E80">
    <w:pP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E80" w:rsidRDefault="005F7E80">
    <w:pP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E80" w:rsidRDefault="005F7E80">
    <w:pP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135"/>
    <w:rsid w:val="002013BB"/>
    <w:rsid w:val="00404E9B"/>
    <w:rsid w:val="005251F5"/>
    <w:rsid w:val="005F7E80"/>
    <w:rsid w:val="00693BB5"/>
    <w:rsid w:val="00830135"/>
    <w:rsid w:val="00847237"/>
    <w:rsid w:val="00884A22"/>
    <w:rsid w:val="00926683"/>
    <w:rsid w:val="00C67DEB"/>
    <w:rsid w:val="00E6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1F5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5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5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5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51F5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51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5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986"/>
    <w:rPr>
      <w:rFonts w:asciiTheme="majorHAnsi" w:eastAsiaTheme="majorEastAsia" w:hAnsiTheme="majorHAnsi" w:cstheme="majorBidi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986"/>
    <w:rPr>
      <w:rFonts w:asciiTheme="majorHAnsi" w:eastAsiaTheme="majorEastAsia" w:hAnsiTheme="majorHAnsi" w:cstheme="majorBidi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986"/>
    <w:rPr>
      <w:rFonts w:asciiTheme="majorHAnsi" w:eastAsiaTheme="majorEastAsia" w:hAnsiTheme="majorHAnsi" w:cstheme="majorBidi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986"/>
    <w:rPr>
      <w:rFonts w:asciiTheme="minorHAnsi" w:eastAsiaTheme="minorEastAsia" w:hAnsiTheme="minorHAnsi" w:cstheme="minorBidi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986"/>
    <w:rPr>
      <w:rFonts w:asciiTheme="minorHAnsi" w:eastAsiaTheme="minorEastAsia" w:hAnsiTheme="minorHAnsi" w:cstheme="minorBidi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986"/>
    <w:rPr>
      <w:rFonts w:asciiTheme="minorHAnsi" w:eastAsiaTheme="minorEastAsia" w:hAnsiTheme="minorHAnsi" w:cstheme="minorBidi"/>
      <w:b/>
      <w:bCs/>
      <w:lang w:eastAsia="en-GB"/>
    </w:rPr>
  </w:style>
  <w:style w:type="paragraph" w:styleId="Title">
    <w:name w:val="Title"/>
    <w:basedOn w:val="Normal"/>
    <w:next w:val="Normal"/>
    <w:link w:val="TitleChar"/>
    <w:uiPriority w:val="99"/>
    <w:qFormat/>
    <w:rsid w:val="005251F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95986"/>
    <w:rPr>
      <w:rFonts w:asciiTheme="majorHAnsi" w:eastAsiaTheme="majorEastAsia" w:hAnsiTheme="majorHAnsi" w:cstheme="majorBidi"/>
      <w:b/>
      <w:bCs/>
      <w:kern w:val="28"/>
      <w:sz w:val="32"/>
      <w:szCs w:val="32"/>
      <w:lang w:eastAsia="en-GB"/>
    </w:rPr>
  </w:style>
  <w:style w:type="paragraph" w:styleId="Subtitle">
    <w:name w:val="Subtitle"/>
    <w:basedOn w:val="Normal"/>
    <w:next w:val="Normal"/>
    <w:link w:val="SubtitleChar"/>
    <w:uiPriority w:val="99"/>
    <w:qFormat/>
    <w:rsid w:val="005251F5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95986"/>
    <w:rPr>
      <w:rFonts w:asciiTheme="majorHAnsi" w:eastAsiaTheme="majorEastAsia" w:hAnsiTheme="majorHAnsi" w:cstheme="majorBidi"/>
      <w:sz w:val="24"/>
      <w:szCs w:val="24"/>
      <w:lang w:eastAsia="en-GB"/>
    </w:rPr>
  </w:style>
  <w:style w:type="table" w:customStyle="1" w:styleId="Style">
    <w:name w:val="Style"/>
    <w:uiPriority w:val="99"/>
    <w:rsid w:val="005251F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292</Words>
  <Characters>1696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Balint.Tunde</cp:lastModifiedBy>
  <cp:revision>6</cp:revision>
  <dcterms:created xsi:type="dcterms:W3CDTF">2021-03-11T21:02:00Z</dcterms:created>
  <dcterms:modified xsi:type="dcterms:W3CDTF">2021-09-08T06:19:00Z</dcterms:modified>
</cp:coreProperties>
</file>